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3E343DE-175E-40D2-A4D8-3B49B2B2C39C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